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386" w:rsidRDefault="00400386" w:rsidP="009D3479">
      <w:pPr>
        <w:jc w:val="center"/>
        <w:rPr>
          <w:i/>
          <w:iCs/>
        </w:rPr>
      </w:pPr>
      <w:r w:rsidRPr="00222BE6">
        <w:rPr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38.25pt;visibility:visible">
            <v:imagedata r:id="rId6" o:title=""/>
          </v:shape>
        </w:pict>
      </w:r>
    </w:p>
    <w:p w:rsidR="00400386" w:rsidRDefault="00400386" w:rsidP="005705D8">
      <w:pPr>
        <w:rPr>
          <w:sz w:val="24"/>
          <w:szCs w:val="24"/>
        </w:rPr>
      </w:pPr>
    </w:p>
    <w:p w:rsidR="00400386" w:rsidRPr="0052397F" w:rsidRDefault="00400386" w:rsidP="007D49C9">
      <w:pPr>
        <w:spacing w:before="60" w:after="60"/>
        <w:jc w:val="center"/>
        <w:rPr>
          <w:b/>
          <w:bCs/>
          <w:sz w:val="24"/>
          <w:szCs w:val="24"/>
        </w:rPr>
      </w:pPr>
      <w:r w:rsidRPr="0052397F">
        <w:rPr>
          <w:b/>
          <w:bCs/>
          <w:sz w:val="24"/>
          <w:szCs w:val="24"/>
        </w:rPr>
        <w:t>АДМИНИСТРАЦИЯ    БАБАЕВСКОГО    МУНИЦИПАЛЬНОГО    РАЙОНА</w:t>
      </w:r>
    </w:p>
    <w:p w:rsidR="00400386" w:rsidRPr="00F62E25" w:rsidRDefault="00400386" w:rsidP="007D49C9">
      <w:pPr>
        <w:pStyle w:val="Heading2"/>
        <w:rPr>
          <w:rFonts w:ascii="Times New Roman" w:hAnsi="Times New Roman"/>
          <w:i w:val="0"/>
          <w:iCs/>
        </w:rPr>
      </w:pPr>
      <w:r w:rsidRPr="00F62E25">
        <w:rPr>
          <w:rFonts w:ascii="Times New Roman" w:hAnsi="Times New Roman"/>
          <w:i w:val="0"/>
          <w:sz w:val="40"/>
          <w:szCs w:val="40"/>
        </w:rPr>
        <w:t>ПОСТАНОВЛЕНИЕ</w:t>
      </w:r>
    </w:p>
    <w:p w:rsidR="00400386" w:rsidRDefault="00400386" w:rsidP="007D49C9">
      <w:pPr>
        <w:jc w:val="both"/>
        <w:rPr>
          <w:sz w:val="28"/>
          <w:szCs w:val="28"/>
        </w:rPr>
      </w:pPr>
    </w:p>
    <w:tbl>
      <w:tblPr>
        <w:tblW w:w="10200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5"/>
        <w:gridCol w:w="567"/>
        <w:gridCol w:w="1560"/>
        <w:gridCol w:w="499"/>
        <w:gridCol w:w="1414"/>
        <w:gridCol w:w="1972"/>
        <w:gridCol w:w="3683"/>
      </w:tblGrid>
      <w:tr w:rsidR="00400386">
        <w:trPr>
          <w:cantSplit/>
        </w:trPr>
        <w:tc>
          <w:tcPr>
            <w:tcW w:w="505" w:type="dxa"/>
          </w:tcPr>
          <w:p w:rsidR="00400386" w:rsidRPr="00E75B9F" w:rsidRDefault="00400386" w:rsidP="006A64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00386" w:rsidRPr="003F5F49" w:rsidRDefault="00400386" w:rsidP="006A64E1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00386" w:rsidRPr="003F5F49" w:rsidRDefault="00400386" w:rsidP="00285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05.08.21</w:t>
            </w:r>
          </w:p>
        </w:tc>
        <w:tc>
          <w:tcPr>
            <w:tcW w:w="499" w:type="dxa"/>
          </w:tcPr>
          <w:p w:rsidR="00400386" w:rsidRDefault="00400386" w:rsidP="006A64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00386" w:rsidRPr="003F5F49" w:rsidRDefault="00400386" w:rsidP="005839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1972" w:type="dxa"/>
            <w:tcBorders>
              <w:left w:val="nil"/>
            </w:tcBorders>
          </w:tcPr>
          <w:p w:rsidR="00400386" w:rsidRDefault="00400386" w:rsidP="006A64E1">
            <w:pPr>
              <w:rPr>
                <w:sz w:val="24"/>
                <w:szCs w:val="24"/>
              </w:rPr>
            </w:pPr>
          </w:p>
        </w:tc>
        <w:tc>
          <w:tcPr>
            <w:tcW w:w="3683" w:type="dxa"/>
          </w:tcPr>
          <w:p w:rsidR="00400386" w:rsidRDefault="00400386" w:rsidP="006A64E1">
            <w:pPr>
              <w:rPr>
                <w:sz w:val="24"/>
                <w:szCs w:val="24"/>
              </w:rPr>
            </w:pPr>
          </w:p>
        </w:tc>
      </w:tr>
    </w:tbl>
    <w:p w:rsidR="00400386" w:rsidRPr="004E763F" w:rsidRDefault="00400386" w:rsidP="007D49C9">
      <w:pPr>
        <w:ind w:firstLine="142"/>
        <w:jc w:val="both"/>
        <w:rPr>
          <w:sz w:val="28"/>
          <w:szCs w:val="28"/>
        </w:rPr>
      </w:pPr>
      <w:r w:rsidRPr="004E763F">
        <w:rPr>
          <w:sz w:val="28"/>
          <w:szCs w:val="28"/>
        </w:rPr>
        <w:t>г. Бабаево</w:t>
      </w:r>
    </w:p>
    <w:p w:rsidR="00400386" w:rsidRDefault="00400386" w:rsidP="009D3479">
      <w:pPr>
        <w:jc w:val="both"/>
      </w:pPr>
    </w:p>
    <w:p w:rsidR="00400386" w:rsidRDefault="00400386" w:rsidP="00AB6C91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</w:t>
      </w:r>
    </w:p>
    <w:p w:rsidR="00400386" w:rsidRDefault="00400386" w:rsidP="00AB6C91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</w:t>
      </w:r>
    </w:p>
    <w:p w:rsidR="00400386" w:rsidRDefault="00400386" w:rsidP="00AB6C91">
      <w:pPr>
        <w:jc w:val="both"/>
        <w:rPr>
          <w:sz w:val="28"/>
          <w:szCs w:val="28"/>
        </w:rPr>
      </w:pPr>
      <w:r>
        <w:rPr>
          <w:sz w:val="28"/>
          <w:szCs w:val="28"/>
        </w:rPr>
        <w:t>Бабаевского муниципального</w:t>
      </w:r>
    </w:p>
    <w:p w:rsidR="00400386" w:rsidRDefault="00400386" w:rsidP="00AB6C91">
      <w:pPr>
        <w:jc w:val="both"/>
        <w:rPr>
          <w:sz w:val="28"/>
          <w:szCs w:val="28"/>
        </w:rPr>
      </w:pPr>
      <w:r w:rsidRPr="00AB6C91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от 19.03.2020</w:t>
      </w:r>
      <w:r w:rsidRPr="00AB6C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91</w:t>
      </w:r>
    </w:p>
    <w:p w:rsidR="00400386" w:rsidRDefault="00400386" w:rsidP="00AB6C91">
      <w:pPr>
        <w:jc w:val="both"/>
        <w:rPr>
          <w:sz w:val="28"/>
          <w:szCs w:val="28"/>
        </w:rPr>
      </w:pPr>
    </w:p>
    <w:p w:rsidR="00400386" w:rsidRDefault="00400386" w:rsidP="00AB6C91">
      <w:pPr>
        <w:jc w:val="both"/>
        <w:rPr>
          <w:sz w:val="28"/>
          <w:szCs w:val="28"/>
        </w:rPr>
      </w:pPr>
    </w:p>
    <w:p w:rsidR="00400386" w:rsidRPr="0077573A" w:rsidRDefault="00400386" w:rsidP="007757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происшедшими кадровыми изменениями в органах и структурных подразделениях администрации Бабаевского муниципального района, администрация Бабаевского муниципального района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ПОСТАНОВЛЯЕТ: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Внести в постановление администрации Бабаевского муниципального района от 19.03.2020 года № 91 «О создании муниципальной комиссии по обследованию жилых помещений инвалидов и общего имущества в многоквартирном доме с учетом потребностей инвалидов» следующее изменение: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 Приложение 1 к Постановлению изложить в новой редакции 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прилагается).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 Приложение 2 к Постановлению изложить в новой редакции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прилагается).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постановление подлежит размещению на официальном сайте администрации Бабаевского муниципального района в информационно-телекоммуникационной сети «Интернет».</w:t>
      </w:r>
    </w:p>
    <w:p w:rsidR="00400386" w:rsidRDefault="00400386" w:rsidP="005662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AB6C9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AB6C9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AB6C9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:rsidR="00400386" w:rsidRDefault="00400386" w:rsidP="00AB6C9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 администрации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Н.Х. Пузенков</w:t>
      </w:r>
    </w:p>
    <w:p w:rsidR="00400386" w:rsidRDefault="00400386" w:rsidP="00AB6C9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4241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0386" w:rsidRDefault="00400386" w:rsidP="00AA0FA9">
      <w:pPr>
        <w:ind w:left="4956"/>
        <w:rPr>
          <w:sz w:val="26"/>
          <w:szCs w:val="26"/>
        </w:rPr>
      </w:pPr>
    </w:p>
    <w:p w:rsidR="00400386" w:rsidRDefault="00400386" w:rsidP="00B8288F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«Приложение 1»</w:t>
      </w:r>
    </w:p>
    <w:p w:rsidR="00400386" w:rsidRPr="00B8288F" w:rsidRDefault="00400386" w:rsidP="00913AF1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</w:p>
    <w:p w:rsidR="00400386" w:rsidRPr="00B8288F" w:rsidRDefault="00400386" w:rsidP="00B8288F">
      <w:pPr>
        <w:jc w:val="right"/>
        <w:rPr>
          <w:sz w:val="24"/>
          <w:szCs w:val="24"/>
        </w:rPr>
      </w:pPr>
      <w:r w:rsidRPr="00B8288F">
        <w:rPr>
          <w:sz w:val="24"/>
          <w:szCs w:val="24"/>
        </w:rPr>
        <w:t>администрации Бабаевского</w:t>
      </w:r>
    </w:p>
    <w:p w:rsidR="00400386" w:rsidRPr="00B8288F" w:rsidRDefault="00400386" w:rsidP="00B8288F">
      <w:pPr>
        <w:jc w:val="right"/>
        <w:rPr>
          <w:sz w:val="24"/>
          <w:szCs w:val="24"/>
        </w:rPr>
      </w:pPr>
      <w:r w:rsidRPr="00B8288F">
        <w:rPr>
          <w:sz w:val="24"/>
          <w:szCs w:val="24"/>
        </w:rPr>
        <w:t>муниципального района</w:t>
      </w:r>
    </w:p>
    <w:p w:rsidR="00400386" w:rsidRPr="00B8288F" w:rsidRDefault="00400386" w:rsidP="00B8288F">
      <w:pPr>
        <w:jc w:val="right"/>
        <w:rPr>
          <w:sz w:val="24"/>
          <w:szCs w:val="24"/>
        </w:rPr>
      </w:pPr>
      <w:r w:rsidRPr="00B8288F">
        <w:rPr>
          <w:sz w:val="24"/>
          <w:szCs w:val="24"/>
        </w:rPr>
        <w:t xml:space="preserve">                                                                                                        от </w:t>
      </w:r>
      <w:r>
        <w:rPr>
          <w:sz w:val="24"/>
          <w:szCs w:val="24"/>
        </w:rPr>
        <w:t xml:space="preserve">19.03.2020 </w:t>
      </w:r>
      <w:r w:rsidRPr="00B8288F">
        <w:rPr>
          <w:sz w:val="24"/>
          <w:szCs w:val="24"/>
        </w:rPr>
        <w:t>№</w:t>
      </w:r>
      <w:r>
        <w:rPr>
          <w:sz w:val="24"/>
          <w:szCs w:val="24"/>
        </w:rPr>
        <w:t xml:space="preserve"> 91</w:t>
      </w:r>
      <w:r w:rsidRPr="00B8288F">
        <w:rPr>
          <w:sz w:val="24"/>
          <w:szCs w:val="24"/>
        </w:rPr>
        <w:t xml:space="preserve">               </w:t>
      </w:r>
    </w:p>
    <w:p w:rsidR="00400386" w:rsidRPr="00B8288F" w:rsidRDefault="00400386" w:rsidP="00B8288F">
      <w:pPr>
        <w:jc w:val="right"/>
        <w:rPr>
          <w:sz w:val="24"/>
          <w:szCs w:val="24"/>
        </w:rPr>
      </w:pPr>
    </w:p>
    <w:p w:rsidR="00400386" w:rsidRDefault="00400386" w:rsidP="00B828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00386" w:rsidRPr="003237CC" w:rsidRDefault="00400386" w:rsidP="00B8288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37CC">
        <w:rPr>
          <w:b/>
          <w:sz w:val="28"/>
          <w:szCs w:val="28"/>
        </w:rPr>
        <w:t xml:space="preserve">Состав </w:t>
      </w:r>
    </w:p>
    <w:p w:rsidR="00400386" w:rsidRPr="003237CC" w:rsidRDefault="00400386" w:rsidP="00B8288F">
      <w:pPr>
        <w:jc w:val="center"/>
        <w:rPr>
          <w:b/>
          <w:sz w:val="28"/>
          <w:szCs w:val="28"/>
        </w:rPr>
      </w:pPr>
      <w:r w:rsidRPr="003237CC">
        <w:rPr>
          <w:b/>
          <w:sz w:val="28"/>
          <w:szCs w:val="28"/>
        </w:rPr>
        <w:t>муниципальной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муниципального, а также частного жилищного фонда, в целях их приспособления с учетом потребностей инвалидов и обеспечения условий их доступности для инвалидов, на территории Бабаевского муниципального района.</w:t>
      </w:r>
    </w:p>
    <w:p w:rsidR="00400386" w:rsidRPr="00BE7590" w:rsidRDefault="00400386" w:rsidP="00B8288F">
      <w:pPr>
        <w:jc w:val="center"/>
        <w:rPr>
          <w:sz w:val="28"/>
          <w:szCs w:val="28"/>
        </w:rPr>
      </w:pPr>
    </w:p>
    <w:p w:rsidR="00400386" w:rsidRPr="0041299A" w:rsidRDefault="00400386" w:rsidP="00B8288F">
      <w:pPr>
        <w:ind w:firstLine="708"/>
        <w:jc w:val="both"/>
        <w:rPr>
          <w:sz w:val="24"/>
          <w:szCs w:val="24"/>
        </w:rPr>
      </w:pPr>
      <w:r w:rsidRPr="0041299A">
        <w:rPr>
          <w:sz w:val="24"/>
          <w:szCs w:val="24"/>
        </w:rPr>
        <w:t>ПРЕДСЕДАТЕЛЬ КОМИССИИ:</w:t>
      </w:r>
    </w:p>
    <w:p w:rsidR="00400386" w:rsidRPr="0041299A" w:rsidRDefault="00400386" w:rsidP="00B8288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Морозов П.Б. </w:t>
      </w:r>
      <w:r w:rsidRPr="0041299A">
        <w:rPr>
          <w:sz w:val="24"/>
          <w:szCs w:val="24"/>
        </w:rPr>
        <w:t xml:space="preserve">– </w:t>
      </w:r>
      <w:r>
        <w:rPr>
          <w:sz w:val="24"/>
          <w:szCs w:val="24"/>
        </w:rPr>
        <w:t>заместитель руководителя администрации района по народно-хозяйственному комплексу</w:t>
      </w:r>
      <w:r w:rsidRPr="0041299A">
        <w:rPr>
          <w:sz w:val="24"/>
          <w:szCs w:val="24"/>
        </w:rPr>
        <w:t>.</w:t>
      </w:r>
    </w:p>
    <w:p w:rsidR="00400386" w:rsidRPr="0041299A" w:rsidRDefault="00400386" w:rsidP="00B8288F">
      <w:pPr>
        <w:ind w:left="709"/>
        <w:jc w:val="both"/>
        <w:rPr>
          <w:sz w:val="24"/>
          <w:szCs w:val="24"/>
        </w:rPr>
      </w:pPr>
      <w:r w:rsidRPr="0041299A">
        <w:rPr>
          <w:sz w:val="24"/>
          <w:szCs w:val="24"/>
        </w:rPr>
        <w:t>ЗАМЕСТИТЕЛЬ ПРЕДСЕДАТЕЛЯ КОМИССИИ:</w:t>
      </w:r>
    </w:p>
    <w:p w:rsidR="00400386" w:rsidRPr="0041299A" w:rsidRDefault="00400386" w:rsidP="00027623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 w:rsidRPr="0041299A">
        <w:rPr>
          <w:sz w:val="24"/>
          <w:szCs w:val="24"/>
        </w:rPr>
        <w:t>Б</w:t>
      </w:r>
      <w:r>
        <w:rPr>
          <w:sz w:val="24"/>
          <w:szCs w:val="24"/>
        </w:rPr>
        <w:t>русова</w:t>
      </w:r>
      <w:r w:rsidRPr="0041299A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41299A">
        <w:rPr>
          <w:sz w:val="24"/>
          <w:szCs w:val="24"/>
        </w:rPr>
        <w:t>.А.</w:t>
      </w:r>
      <w:r>
        <w:rPr>
          <w:sz w:val="24"/>
          <w:szCs w:val="24"/>
        </w:rPr>
        <w:t xml:space="preserve"> </w:t>
      </w:r>
      <w:r w:rsidRPr="0041299A">
        <w:rPr>
          <w:sz w:val="24"/>
          <w:szCs w:val="24"/>
        </w:rPr>
        <w:t>–</w:t>
      </w:r>
      <w:r>
        <w:rPr>
          <w:sz w:val="24"/>
          <w:szCs w:val="24"/>
        </w:rPr>
        <w:t xml:space="preserve"> начальник отдела архитектуры и градостроительства, главный архитектор администрации Бабаевского муниципального района</w:t>
      </w:r>
      <w:r w:rsidRPr="0041299A">
        <w:rPr>
          <w:sz w:val="24"/>
          <w:szCs w:val="24"/>
        </w:rPr>
        <w:t>.</w:t>
      </w:r>
    </w:p>
    <w:p w:rsidR="00400386" w:rsidRPr="0041299A" w:rsidRDefault="00400386" w:rsidP="00B8288F">
      <w:pPr>
        <w:tabs>
          <w:tab w:val="left" w:pos="5960"/>
        </w:tabs>
        <w:ind w:right="-19"/>
        <w:jc w:val="both"/>
        <w:rPr>
          <w:sz w:val="24"/>
          <w:szCs w:val="24"/>
        </w:rPr>
      </w:pPr>
      <w:r w:rsidRPr="0041299A">
        <w:rPr>
          <w:sz w:val="24"/>
          <w:szCs w:val="24"/>
        </w:rPr>
        <w:t xml:space="preserve">           СЕКРЕТАРЬ КОМИССИИ:</w:t>
      </w:r>
    </w:p>
    <w:p w:rsidR="00400386" w:rsidRPr="0041299A" w:rsidRDefault="00400386" w:rsidP="00B8288F">
      <w:pPr>
        <w:tabs>
          <w:tab w:val="left" w:pos="5960"/>
        </w:tabs>
        <w:ind w:right="-1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Ипполитов Д.С.. – инженер комитета по строительству, ЖКХ, транспорту и дорожной деятельности администрации Бабаевского муниципального района</w:t>
      </w:r>
      <w:r w:rsidRPr="0041299A">
        <w:rPr>
          <w:sz w:val="24"/>
          <w:szCs w:val="24"/>
        </w:rPr>
        <w:t>.</w:t>
      </w:r>
    </w:p>
    <w:p w:rsidR="00400386" w:rsidRDefault="00400386" w:rsidP="00B8288F">
      <w:pPr>
        <w:tabs>
          <w:tab w:val="left" w:pos="5960"/>
        </w:tabs>
        <w:ind w:right="-19"/>
        <w:jc w:val="both"/>
        <w:rPr>
          <w:sz w:val="24"/>
          <w:szCs w:val="24"/>
        </w:rPr>
      </w:pPr>
      <w:r w:rsidRPr="0041299A">
        <w:rPr>
          <w:sz w:val="24"/>
          <w:szCs w:val="24"/>
        </w:rPr>
        <w:t xml:space="preserve">           ЧЛЕНЫ КОМИССИИ:</w:t>
      </w:r>
    </w:p>
    <w:p w:rsidR="00400386" w:rsidRDefault="00400386" w:rsidP="00EC70D0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Табакова</w:t>
      </w:r>
      <w:r w:rsidRPr="0081618D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1618D">
        <w:rPr>
          <w:sz w:val="24"/>
          <w:szCs w:val="24"/>
        </w:rPr>
        <w:t>.</w:t>
      </w:r>
      <w:r>
        <w:rPr>
          <w:sz w:val="24"/>
          <w:szCs w:val="24"/>
        </w:rPr>
        <w:t>Ф</w:t>
      </w:r>
      <w:r w:rsidRPr="0081618D">
        <w:rPr>
          <w:sz w:val="24"/>
          <w:szCs w:val="24"/>
        </w:rPr>
        <w:t xml:space="preserve">. – </w:t>
      </w:r>
      <w:r>
        <w:rPr>
          <w:sz w:val="24"/>
          <w:szCs w:val="24"/>
        </w:rPr>
        <w:t xml:space="preserve">заместитель </w:t>
      </w:r>
      <w:r w:rsidRPr="0081618D">
        <w:rPr>
          <w:sz w:val="24"/>
          <w:szCs w:val="24"/>
        </w:rPr>
        <w:t>председател</w:t>
      </w:r>
      <w:r>
        <w:rPr>
          <w:sz w:val="24"/>
          <w:szCs w:val="24"/>
        </w:rPr>
        <w:t xml:space="preserve">я </w:t>
      </w:r>
      <w:r w:rsidRPr="0081618D">
        <w:rPr>
          <w:sz w:val="24"/>
          <w:szCs w:val="24"/>
        </w:rPr>
        <w:t>комитета по строительству, ЖКХ, транспорту и дорожной деятельности администрации Бабаевского муниципального района;</w:t>
      </w:r>
    </w:p>
    <w:p w:rsidR="00400386" w:rsidRPr="0081618D" w:rsidRDefault="00400386" w:rsidP="00EC70D0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Бронзов В.А. - </w:t>
      </w:r>
      <w:r w:rsidRPr="00027623">
        <w:rPr>
          <w:sz w:val="24"/>
          <w:szCs w:val="24"/>
        </w:rPr>
        <w:t>исполняющий обязанности председателя комитета, заведующий отделом имущественных отношений, заместитель председателя комитета по управлению имуществом  администрации Бабаевского муниципального района</w:t>
      </w:r>
      <w:r>
        <w:rPr>
          <w:szCs w:val="24"/>
        </w:rPr>
        <w:t>.</w:t>
      </w:r>
    </w:p>
    <w:p w:rsidR="00400386" w:rsidRDefault="00400386" w:rsidP="00EC70D0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 w:rsidRPr="0081618D">
        <w:rPr>
          <w:sz w:val="24"/>
          <w:szCs w:val="24"/>
        </w:rPr>
        <w:t>Панкратьева Ю.Е. –</w:t>
      </w:r>
      <w:r>
        <w:rPr>
          <w:sz w:val="24"/>
          <w:szCs w:val="24"/>
        </w:rPr>
        <w:t>начальник</w:t>
      </w:r>
      <w:r w:rsidRPr="0081618D">
        <w:rPr>
          <w:sz w:val="24"/>
          <w:szCs w:val="24"/>
        </w:rPr>
        <w:t xml:space="preserve"> отдела юридического обеспечения администрации Бабаевского муниципального района;</w:t>
      </w:r>
    </w:p>
    <w:p w:rsidR="00400386" w:rsidRPr="0081618D" w:rsidRDefault="00400386" w:rsidP="00EC70D0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 w:rsidRPr="0081618D">
        <w:rPr>
          <w:sz w:val="24"/>
          <w:szCs w:val="24"/>
        </w:rPr>
        <w:t>Кузнецова О.Л. – директор БУ СО ВО «Комплексный центр социального обслуживания населения Бабаевского района» (по согласованию);</w:t>
      </w:r>
    </w:p>
    <w:p w:rsidR="00400386" w:rsidRPr="0081618D" w:rsidRDefault="00400386" w:rsidP="00EC70D0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 w:rsidRPr="0081618D">
        <w:rPr>
          <w:sz w:val="24"/>
          <w:szCs w:val="24"/>
        </w:rPr>
        <w:t>Корчагина Л.А. – исполняющий обязанности председателя Бабаевской районной организации общероссийской общественной организации «Всероссийское общество инвалидов» (по согласованию);</w:t>
      </w:r>
    </w:p>
    <w:p w:rsidR="00400386" w:rsidRPr="0081618D" w:rsidRDefault="00400386" w:rsidP="00EC70D0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 w:rsidRPr="0081618D">
        <w:rPr>
          <w:sz w:val="24"/>
          <w:szCs w:val="24"/>
        </w:rPr>
        <w:t>Представитель филиала по Бабаевскому району казенного учреждения Вологодской области «Центр социальных выплат»  (по согласованию);</w:t>
      </w:r>
    </w:p>
    <w:p w:rsidR="00400386" w:rsidRPr="0041299A" w:rsidRDefault="00400386" w:rsidP="00EC70D0">
      <w:pPr>
        <w:tabs>
          <w:tab w:val="left" w:pos="5960"/>
        </w:tabs>
        <w:ind w:right="-19" w:firstLine="709"/>
        <w:jc w:val="both"/>
        <w:rPr>
          <w:sz w:val="24"/>
          <w:szCs w:val="24"/>
        </w:rPr>
      </w:pPr>
      <w:r w:rsidRPr="0081618D">
        <w:rPr>
          <w:sz w:val="24"/>
          <w:szCs w:val="24"/>
        </w:rPr>
        <w:t>Предс</w:t>
      </w:r>
      <w:r>
        <w:rPr>
          <w:sz w:val="24"/>
          <w:szCs w:val="24"/>
        </w:rPr>
        <w:t>тавитель администраций городского</w:t>
      </w:r>
      <w:r w:rsidRPr="0081618D">
        <w:rPr>
          <w:sz w:val="24"/>
          <w:szCs w:val="24"/>
        </w:rPr>
        <w:t xml:space="preserve"> и сельских поселений в составе района (по согласованию).</w:t>
      </w:r>
    </w:p>
    <w:p w:rsidR="00400386" w:rsidRDefault="00400386" w:rsidP="00EC70D0">
      <w:pPr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Представитель</w:t>
      </w:r>
      <w:r w:rsidRPr="00286F34">
        <w:rPr>
          <w:color w:val="000000"/>
          <w:sz w:val="24"/>
          <w:szCs w:val="24"/>
          <w:shd w:val="clear" w:color="auto" w:fill="FFFFFF"/>
        </w:rPr>
        <w:t xml:space="preserve"> организации, осуществляющей деятельность по управлению многоквартирным домом</w:t>
      </w:r>
      <w:r>
        <w:rPr>
          <w:color w:val="000000"/>
          <w:sz w:val="24"/>
          <w:szCs w:val="24"/>
          <w:shd w:val="clear" w:color="auto" w:fill="FFFFFF"/>
        </w:rPr>
        <w:t xml:space="preserve"> (по согласованию).»</w:t>
      </w:r>
    </w:p>
    <w:p w:rsidR="00400386" w:rsidRDefault="00400386" w:rsidP="00B8288F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400386" w:rsidRDefault="00400386" w:rsidP="00B8288F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400386" w:rsidRPr="00C87863" w:rsidRDefault="00400386" w:rsidP="00B8288F">
      <w:pPr>
        <w:ind w:left="4956"/>
      </w:pPr>
    </w:p>
    <w:sectPr w:rsidR="00400386" w:rsidRPr="00C87863" w:rsidSect="00D7390C">
      <w:pgSz w:w="11906" w:h="16838" w:code="9"/>
      <w:pgMar w:top="709" w:right="851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386" w:rsidRDefault="00400386">
      <w:r>
        <w:separator/>
      </w:r>
    </w:p>
  </w:endnote>
  <w:endnote w:type="continuationSeparator" w:id="1">
    <w:p w:rsidR="00400386" w:rsidRDefault="00400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386" w:rsidRDefault="00400386">
      <w:r>
        <w:separator/>
      </w:r>
    </w:p>
  </w:footnote>
  <w:footnote w:type="continuationSeparator" w:id="1">
    <w:p w:rsidR="00400386" w:rsidRDefault="00400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F63"/>
    <w:rsid w:val="00006835"/>
    <w:rsid w:val="00012476"/>
    <w:rsid w:val="00015137"/>
    <w:rsid w:val="00023CA2"/>
    <w:rsid w:val="00025377"/>
    <w:rsid w:val="000259E1"/>
    <w:rsid w:val="00025D7C"/>
    <w:rsid w:val="00027623"/>
    <w:rsid w:val="00031551"/>
    <w:rsid w:val="000333F6"/>
    <w:rsid w:val="00037E27"/>
    <w:rsid w:val="00040B46"/>
    <w:rsid w:val="00040E9A"/>
    <w:rsid w:val="0004481C"/>
    <w:rsid w:val="0004507F"/>
    <w:rsid w:val="00046B8C"/>
    <w:rsid w:val="0005791B"/>
    <w:rsid w:val="00061015"/>
    <w:rsid w:val="00065154"/>
    <w:rsid w:val="00073580"/>
    <w:rsid w:val="00075CE6"/>
    <w:rsid w:val="000820F7"/>
    <w:rsid w:val="0008221E"/>
    <w:rsid w:val="000928FA"/>
    <w:rsid w:val="000A3053"/>
    <w:rsid w:val="000A329B"/>
    <w:rsid w:val="000A4931"/>
    <w:rsid w:val="000A65C4"/>
    <w:rsid w:val="000B3AA3"/>
    <w:rsid w:val="000C0823"/>
    <w:rsid w:val="000D2346"/>
    <w:rsid w:val="000E2AF3"/>
    <w:rsid w:val="000E5631"/>
    <w:rsid w:val="000E7EDE"/>
    <w:rsid w:val="000F02BD"/>
    <w:rsid w:val="000F7DEE"/>
    <w:rsid w:val="00103BF2"/>
    <w:rsid w:val="00106CD6"/>
    <w:rsid w:val="00110AEB"/>
    <w:rsid w:val="00115456"/>
    <w:rsid w:val="0011577F"/>
    <w:rsid w:val="001277A9"/>
    <w:rsid w:val="00127D2D"/>
    <w:rsid w:val="00131FE8"/>
    <w:rsid w:val="001347D9"/>
    <w:rsid w:val="001409EC"/>
    <w:rsid w:val="00141F30"/>
    <w:rsid w:val="001460B8"/>
    <w:rsid w:val="00146998"/>
    <w:rsid w:val="0015285F"/>
    <w:rsid w:val="00152D12"/>
    <w:rsid w:val="00156AD3"/>
    <w:rsid w:val="00161619"/>
    <w:rsid w:val="00162CB4"/>
    <w:rsid w:val="00165AEC"/>
    <w:rsid w:val="00165E69"/>
    <w:rsid w:val="00170352"/>
    <w:rsid w:val="001721E7"/>
    <w:rsid w:val="00173BC2"/>
    <w:rsid w:val="0017571E"/>
    <w:rsid w:val="00182719"/>
    <w:rsid w:val="001835A1"/>
    <w:rsid w:val="00183F2B"/>
    <w:rsid w:val="00197735"/>
    <w:rsid w:val="001A3DB6"/>
    <w:rsid w:val="001B290F"/>
    <w:rsid w:val="001B4069"/>
    <w:rsid w:val="001C6941"/>
    <w:rsid w:val="001D2F5D"/>
    <w:rsid w:val="001D5EB5"/>
    <w:rsid w:val="001D7CEF"/>
    <w:rsid w:val="001F0A44"/>
    <w:rsid w:val="001F1DBE"/>
    <w:rsid w:val="00222BE6"/>
    <w:rsid w:val="0022588A"/>
    <w:rsid w:val="00230AAF"/>
    <w:rsid w:val="002341D7"/>
    <w:rsid w:val="00263375"/>
    <w:rsid w:val="00263A1E"/>
    <w:rsid w:val="00266A71"/>
    <w:rsid w:val="00285B52"/>
    <w:rsid w:val="00286211"/>
    <w:rsid w:val="00286F34"/>
    <w:rsid w:val="0029206E"/>
    <w:rsid w:val="00293C77"/>
    <w:rsid w:val="00294F27"/>
    <w:rsid w:val="002966A0"/>
    <w:rsid w:val="002A27E3"/>
    <w:rsid w:val="002A5C2C"/>
    <w:rsid w:val="002C0868"/>
    <w:rsid w:val="002C12FC"/>
    <w:rsid w:val="002C202E"/>
    <w:rsid w:val="002D2372"/>
    <w:rsid w:val="002D4C5B"/>
    <w:rsid w:val="002F03FC"/>
    <w:rsid w:val="002F1DA5"/>
    <w:rsid w:val="00307372"/>
    <w:rsid w:val="00312332"/>
    <w:rsid w:val="003237CC"/>
    <w:rsid w:val="003248AD"/>
    <w:rsid w:val="003250D8"/>
    <w:rsid w:val="003266F3"/>
    <w:rsid w:val="00327565"/>
    <w:rsid w:val="003357A8"/>
    <w:rsid w:val="00356E8D"/>
    <w:rsid w:val="003623CE"/>
    <w:rsid w:val="00364643"/>
    <w:rsid w:val="00370982"/>
    <w:rsid w:val="00373B71"/>
    <w:rsid w:val="0037565E"/>
    <w:rsid w:val="003832BC"/>
    <w:rsid w:val="00386CC9"/>
    <w:rsid w:val="00391AE5"/>
    <w:rsid w:val="00397BE5"/>
    <w:rsid w:val="003A0864"/>
    <w:rsid w:val="003B3317"/>
    <w:rsid w:val="003B3E62"/>
    <w:rsid w:val="003B65A8"/>
    <w:rsid w:val="003C02F9"/>
    <w:rsid w:val="003C1572"/>
    <w:rsid w:val="003D2E01"/>
    <w:rsid w:val="003D6500"/>
    <w:rsid w:val="003E22F5"/>
    <w:rsid w:val="003E39B8"/>
    <w:rsid w:val="003F16F2"/>
    <w:rsid w:val="003F5F49"/>
    <w:rsid w:val="00400386"/>
    <w:rsid w:val="0041299A"/>
    <w:rsid w:val="004155A0"/>
    <w:rsid w:val="0042416C"/>
    <w:rsid w:val="00424183"/>
    <w:rsid w:val="00425774"/>
    <w:rsid w:val="00441506"/>
    <w:rsid w:val="00446FED"/>
    <w:rsid w:val="00447936"/>
    <w:rsid w:val="004554DA"/>
    <w:rsid w:val="00456DDB"/>
    <w:rsid w:val="00461626"/>
    <w:rsid w:val="00464E45"/>
    <w:rsid w:val="004710A0"/>
    <w:rsid w:val="00471645"/>
    <w:rsid w:val="0047597B"/>
    <w:rsid w:val="00486E39"/>
    <w:rsid w:val="00492F04"/>
    <w:rsid w:val="004939BA"/>
    <w:rsid w:val="004A31DA"/>
    <w:rsid w:val="004B456C"/>
    <w:rsid w:val="004B7F14"/>
    <w:rsid w:val="004C04C1"/>
    <w:rsid w:val="004C300A"/>
    <w:rsid w:val="004C53E8"/>
    <w:rsid w:val="004C5F63"/>
    <w:rsid w:val="004D2C6B"/>
    <w:rsid w:val="004D2ED7"/>
    <w:rsid w:val="004D49B6"/>
    <w:rsid w:val="004E033D"/>
    <w:rsid w:val="004E1279"/>
    <w:rsid w:val="004E1826"/>
    <w:rsid w:val="004E763F"/>
    <w:rsid w:val="0050098D"/>
    <w:rsid w:val="005014B5"/>
    <w:rsid w:val="005018EB"/>
    <w:rsid w:val="005025B1"/>
    <w:rsid w:val="00505267"/>
    <w:rsid w:val="00505428"/>
    <w:rsid w:val="00507644"/>
    <w:rsid w:val="0051075D"/>
    <w:rsid w:val="00514ACA"/>
    <w:rsid w:val="0052397F"/>
    <w:rsid w:val="005251F4"/>
    <w:rsid w:val="00532B5B"/>
    <w:rsid w:val="00533B86"/>
    <w:rsid w:val="0053752D"/>
    <w:rsid w:val="00537CE2"/>
    <w:rsid w:val="0054253A"/>
    <w:rsid w:val="005501DC"/>
    <w:rsid w:val="005569B7"/>
    <w:rsid w:val="005662AE"/>
    <w:rsid w:val="005705D8"/>
    <w:rsid w:val="00577A1B"/>
    <w:rsid w:val="00581210"/>
    <w:rsid w:val="0058392F"/>
    <w:rsid w:val="00593581"/>
    <w:rsid w:val="005973DC"/>
    <w:rsid w:val="005A64C0"/>
    <w:rsid w:val="005B0DC6"/>
    <w:rsid w:val="005B37C8"/>
    <w:rsid w:val="005B71E2"/>
    <w:rsid w:val="005C7697"/>
    <w:rsid w:val="005D03FE"/>
    <w:rsid w:val="005D07E1"/>
    <w:rsid w:val="005D5B78"/>
    <w:rsid w:val="005D5FB1"/>
    <w:rsid w:val="005D6DC2"/>
    <w:rsid w:val="00606089"/>
    <w:rsid w:val="00620A16"/>
    <w:rsid w:val="006276B7"/>
    <w:rsid w:val="00630B17"/>
    <w:rsid w:val="00656F84"/>
    <w:rsid w:val="0066396C"/>
    <w:rsid w:val="00664981"/>
    <w:rsid w:val="00674CAE"/>
    <w:rsid w:val="006A3C5F"/>
    <w:rsid w:val="006A64E1"/>
    <w:rsid w:val="006B7B34"/>
    <w:rsid w:val="006C59C8"/>
    <w:rsid w:val="006D6D5C"/>
    <w:rsid w:val="006E0113"/>
    <w:rsid w:val="006E0756"/>
    <w:rsid w:val="006F12A3"/>
    <w:rsid w:val="006F7794"/>
    <w:rsid w:val="006F7B7F"/>
    <w:rsid w:val="007136F0"/>
    <w:rsid w:val="00714A0B"/>
    <w:rsid w:val="00720B72"/>
    <w:rsid w:val="00724409"/>
    <w:rsid w:val="007278A0"/>
    <w:rsid w:val="00737753"/>
    <w:rsid w:val="00744591"/>
    <w:rsid w:val="00761B5A"/>
    <w:rsid w:val="00762FD0"/>
    <w:rsid w:val="0076651A"/>
    <w:rsid w:val="0076763E"/>
    <w:rsid w:val="007701FA"/>
    <w:rsid w:val="00771138"/>
    <w:rsid w:val="007748F7"/>
    <w:rsid w:val="0077573A"/>
    <w:rsid w:val="007817B7"/>
    <w:rsid w:val="0079563A"/>
    <w:rsid w:val="00795BFF"/>
    <w:rsid w:val="007A06D6"/>
    <w:rsid w:val="007A3F1F"/>
    <w:rsid w:val="007A5C67"/>
    <w:rsid w:val="007B0089"/>
    <w:rsid w:val="007B6461"/>
    <w:rsid w:val="007B7344"/>
    <w:rsid w:val="007B7EA2"/>
    <w:rsid w:val="007D0512"/>
    <w:rsid w:val="007D49C9"/>
    <w:rsid w:val="007E01B7"/>
    <w:rsid w:val="007E08FC"/>
    <w:rsid w:val="007E35A5"/>
    <w:rsid w:val="007E3E01"/>
    <w:rsid w:val="007F7FC5"/>
    <w:rsid w:val="00804C56"/>
    <w:rsid w:val="00810233"/>
    <w:rsid w:val="0081168E"/>
    <w:rsid w:val="0081618D"/>
    <w:rsid w:val="00820718"/>
    <w:rsid w:val="00836342"/>
    <w:rsid w:val="00840E21"/>
    <w:rsid w:val="00843346"/>
    <w:rsid w:val="00843CF8"/>
    <w:rsid w:val="008531BB"/>
    <w:rsid w:val="00865316"/>
    <w:rsid w:val="00882B4C"/>
    <w:rsid w:val="00885509"/>
    <w:rsid w:val="00890AB6"/>
    <w:rsid w:val="008921E6"/>
    <w:rsid w:val="0089239F"/>
    <w:rsid w:val="00894828"/>
    <w:rsid w:val="00895226"/>
    <w:rsid w:val="008A3530"/>
    <w:rsid w:val="008B5568"/>
    <w:rsid w:val="008B6820"/>
    <w:rsid w:val="008C344C"/>
    <w:rsid w:val="008C7CDA"/>
    <w:rsid w:val="008D11F7"/>
    <w:rsid w:val="008E4A74"/>
    <w:rsid w:val="008E7503"/>
    <w:rsid w:val="008F2D10"/>
    <w:rsid w:val="009120DB"/>
    <w:rsid w:val="00913AF1"/>
    <w:rsid w:val="009200B4"/>
    <w:rsid w:val="00933F41"/>
    <w:rsid w:val="00934ABA"/>
    <w:rsid w:val="00942CD2"/>
    <w:rsid w:val="00946AE0"/>
    <w:rsid w:val="0095094C"/>
    <w:rsid w:val="00956F6D"/>
    <w:rsid w:val="00963DAE"/>
    <w:rsid w:val="00966113"/>
    <w:rsid w:val="00971F27"/>
    <w:rsid w:val="00983BEB"/>
    <w:rsid w:val="009844A6"/>
    <w:rsid w:val="00985E56"/>
    <w:rsid w:val="0099182A"/>
    <w:rsid w:val="009A1E10"/>
    <w:rsid w:val="009A3D25"/>
    <w:rsid w:val="009B5780"/>
    <w:rsid w:val="009C1B9F"/>
    <w:rsid w:val="009C5F72"/>
    <w:rsid w:val="009D3479"/>
    <w:rsid w:val="009D3A00"/>
    <w:rsid w:val="009D7B6C"/>
    <w:rsid w:val="009E745B"/>
    <w:rsid w:val="009F02AE"/>
    <w:rsid w:val="009F0470"/>
    <w:rsid w:val="009F4682"/>
    <w:rsid w:val="00A002FB"/>
    <w:rsid w:val="00A02C8F"/>
    <w:rsid w:val="00A20F9A"/>
    <w:rsid w:val="00A226CB"/>
    <w:rsid w:val="00A2511F"/>
    <w:rsid w:val="00A30820"/>
    <w:rsid w:val="00A3157C"/>
    <w:rsid w:val="00A32A99"/>
    <w:rsid w:val="00A34530"/>
    <w:rsid w:val="00A36343"/>
    <w:rsid w:val="00A40BA1"/>
    <w:rsid w:val="00A566D8"/>
    <w:rsid w:val="00A570D1"/>
    <w:rsid w:val="00A57F10"/>
    <w:rsid w:val="00A60D7A"/>
    <w:rsid w:val="00A62267"/>
    <w:rsid w:val="00A665F4"/>
    <w:rsid w:val="00A74412"/>
    <w:rsid w:val="00A77D0D"/>
    <w:rsid w:val="00A81960"/>
    <w:rsid w:val="00A8580A"/>
    <w:rsid w:val="00A866B0"/>
    <w:rsid w:val="00A969F6"/>
    <w:rsid w:val="00AA0FA9"/>
    <w:rsid w:val="00AB21F2"/>
    <w:rsid w:val="00AB2224"/>
    <w:rsid w:val="00AB49E4"/>
    <w:rsid w:val="00AB66F8"/>
    <w:rsid w:val="00AB6C91"/>
    <w:rsid w:val="00AD2890"/>
    <w:rsid w:val="00AE363D"/>
    <w:rsid w:val="00AE4B60"/>
    <w:rsid w:val="00AE5107"/>
    <w:rsid w:val="00AF1794"/>
    <w:rsid w:val="00AF1851"/>
    <w:rsid w:val="00B2175B"/>
    <w:rsid w:val="00B27ADB"/>
    <w:rsid w:val="00B35387"/>
    <w:rsid w:val="00B42165"/>
    <w:rsid w:val="00B439F4"/>
    <w:rsid w:val="00B50C8B"/>
    <w:rsid w:val="00B60F19"/>
    <w:rsid w:val="00B76E8D"/>
    <w:rsid w:val="00B77399"/>
    <w:rsid w:val="00B81D23"/>
    <w:rsid w:val="00B8288F"/>
    <w:rsid w:val="00B85D75"/>
    <w:rsid w:val="00B85EF3"/>
    <w:rsid w:val="00B92F85"/>
    <w:rsid w:val="00BA087B"/>
    <w:rsid w:val="00BA1F6A"/>
    <w:rsid w:val="00BA2D83"/>
    <w:rsid w:val="00BA6117"/>
    <w:rsid w:val="00BC6DD4"/>
    <w:rsid w:val="00BE0F7E"/>
    <w:rsid w:val="00BE7590"/>
    <w:rsid w:val="00BF55FE"/>
    <w:rsid w:val="00BF7714"/>
    <w:rsid w:val="00C11FCB"/>
    <w:rsid w:val="00C1473A"/>
    <w:rsid w:val="00C16360"/>
    <w:rsid w:val="00C22C4A"/>
    <w:rsid w:val="00C2660A"/>
    <w:rsid w:val="00C33FBE"/>
    <w:rsid w:val="00C36928"/>
    <w:rsid w:val="00C42915"/>
    <w:rsid w:val="00C52080"/>
    <w:rsid w:val="00C621F7"/>
    <w:rsid w:val="00C758E9"/>
    <w:rsid w:val="00C75CB3"/>
    <w:rsid w:val="00C8652B"/>
    <w:rsid w:val="00C87863"/>
    <w:rsid w:val="00CB6C41"/>
    <w:rsid w:val="00CB78A6"/>
    <w:rsid w:val="00CC2D8A"/>
    <w:rsid w:val="00CC3CDB"/>
    <w:rsid w:val="00CC50E2"/>
    <w:rsid w:val="00CC787D"/>
    <w:rsid w:val="00CD761C"/>
    <w:rsid w:val="00CE0142"/>
    <w:rsid w:val="00CE16AC"/>
    <w:rsid w:val="00CE7EB7"/>
    <w:rsid w:val="00CE7FB9"/>
    <w:rsid w:val="00CF1A41"/>
    <w:rsid w:val="00CF26F6"/>
    <w:rsid w:val="00D00F36"/>
    <w:rsid w:val="00D03AF5"/>
    <w:rsid w:val="00D16455"/>
    <w:rsid w:val="00D22285"/>
    <w:rsid w:val="00D2409B"/>
    <w:rsid w:val="00D37166"/>
    <w:rsid w:val="00D474BC"/>
    <w:rsid w:val="00D538FE"/>
    <w:rsid w:val="00D60B50"/>
    <w:rsid w:val="00D7390C"/>
    <w:rsid w:val="00D767AA"/>
    <w:rsid w:val="00D81C66"/>
    <w:rsid w:val="00D85C61"/>
    <w:rsid w:val="00D93414"/>
    <w:rsid w:val="00D93963"/>
    <w:rsid w:val="00D93DBD"/>
    <w:rsid w:val="00D93E8B"/>
    <w:rsid w:val="00DB493C"/>
    <w:rsid w:val="00DC5BDD"/>
    <w:rsid w:val="00DC69B9"/>
    <w:rsid w:val="00DC7F59"/>
    <w:rsid w:val="00DD329F"/>
    <w:rsid w:val="00DD60B6"/>
    <w:rsid w:val="00DE5588"/>
    <w:rsid w:val="00DE5D49"/>
    <w:rsid w:val="00DE7BA8"/>
    <w:rsid w:val="00DF6D59"/>
    <w:rsid w:val="00E057BD"/>
    <w:rsid w:val="00E168D8"/>
    <w:rsid w:val="00E23E86"/>
    <w:rsid w:val="00E24F3E"/>
    <w:rsid w:val="00E27467"/>
    <w:rsid w:val="00E30B7B"/>
    <w:rsid w:val="00E45267"/>
    <w:rsid w:val="00E45BA6"/>
    <w:rsid w:val="00E54884"/>
    <w:rsid w:val="00E55889"/>
    <w:rsid w:val="00E75B9F"/>
    <w:rsid w:val="00E80740"/>
    <w:rsid w:val="00E90819"/>
    <w:rsid w:val="00E90AB1"/>
    <w:rsid w:val="00E94A18"/>
    <w:rsid w:val="00EA10E1"/>
    <w:rsid w:val="00EA1459"/>
    <w:rsid w:val="00EC70D0"/>
    <w:rsid w:val="00ED0249"/>
    <w:rsid w:val="00EF0E6F"/>
    <w:rsid w:val="00EF21D2"/>
    <w:rsid w:val="00EF2450"/>
    <w:rsid w:val="00F12208"/>
    <w:rsid w:val="00F255A8"/>
    <w:rsid w:val="00F25F88"/>
    <w:rsid w:val="00F358C6"/>
    <w:rsid w:val="00F36192"/>
    <w:rsid w:val="00F372EA"/>
    <w:rsid w:val="00F43DBB"/>
    <w:rsid w:val="00F463EC"/>
    <w:rsid w:val="00F46B1A"/>
    <w:rsid w:val="00F55031"/>
    <w:rsid w:val="00F62E25"/>
    <w:rsid w:val="00F6733E"/>
    <w:rsid w:val="00F72EBF"/>
    <w:rsid w:val="00F773C9"/>
    <w:rsid w:val="00F779A2"/>
    <w:rsid w:val="00F90C2E"/>
    <w:rsid w:val="00F956CD"/>
    <w:rsid w:val="00FA2F78"/>
    <w:rsid w:val="00FA45F8"/>
    <w:rsid w:val="00FB470F"/>
    <w:rsid w:val="00FC18CE"/>
    <w:rsid w:val="00FC60BC"/>
    <w:rsid w:val="00FD74A8"/>
    <w:rsid w:val="00FD78A4"/>
    <w:rsid w:val="00FD7D8A"/>
    <w:rsid w:val="00FE035B"/>
    <w:rsid w:val="00FE5D16"/>
    <w:rsid w:val="00FE7CD0"/>
    <w:rsid w:val="00FF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47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3479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3479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4459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44591"/>
    <w:rPr>
      <w:rFonts w:ascii="Cambria" w:hAnsi="Cambria" w:cs="Times New Roman"/>
      <w:b/>
      <w:i/>
      <w:sz w:val="28"/>
    </w:rPr>
  </w:style>
  <w:style w:type="paragraph" w:customStyle="1" w:styleId="ConsPlusNormal">
    <w:name w:val="ConsPlusNormal"/>
    <w:uiPriority w:val="99"/>
    <w:rsid w:val="0074459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4459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4459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445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74459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9D347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Header">
    <w:name w:val="header"/>
    <w:basedOn w:val="Normal"/>
    <w:link w:val="HeaderChar"/>
    <w:uiPriority w:val="99"/>
    <w:rsid w:val="003E39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44591"/>
    <w:rPr>
      <w:rFonts w:cs="Times New Roman"/>
      <w:sz w:val="20"/>
    </w:rPr>
  </w:style>
  <w:style w:type="paragraph" w:styleId="Footer">
    <w:name w:val="footer"/>
    <w:basedOn w:val="Normal"/>
    <w:link w:val="FooterChar"/>
    <w:uiPriority w:val="99"/>
    <w:rsid w:val="003E39B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4591"/>
    <w:rPr>
      <w:rFonts w:cs="Times New Roman"/>
      <w:sz w:val="20"/>
    </w:rPr>
  </w:style>
  <w:style w:type="paragraph" w:styleId="DocumentMap">
    <w:name w:val="Document Map"/>
    <w:basedOn w:val="Normal"/>
    <w:link w:val="DocumentMapChar"/>
    <w:uiPriority w:val="99"/>
    <w:semiHidden/>
    <w:rsid w:val="00D474BC"/>
    <w:pPr>
      <w:shd w:val="clear" w:color="auto" w:fill="000080"/>
    </w:pPr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44591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AB6C9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E763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763F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249</TotalTime>
  <Pages>2</Pages>
  <Words>505</Words>
  <Characters>2879</Characters>
  <Application>Microsoft Office Outlook</Application>
  <DocSecurity>0</DocSecurity>
  <Lines>0</Lines>
  <Paragraphs>0</Paragraphs>
  <ScaleCrop>false</ScaleCrop>
  <Company>unionNET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ВОЛОГОДСКАЯ ОБЛАСТЬ</dc:title>
  <dc:subject/>
  <dc:creator>ConsultantPlus</dc:creator>
  <cp:keywords/>
  <dc:description/>
  <cp:lastModifiedBy>Отдел промышленности</cp:lastModifiedBy>
  <cp:revision>39</cp:revision>
  <cp:lastPrinted>2021-08-10T13:04:00Z</cp:lastPrinted>
  <dcterms:created xsi:type="dcterms:W3CDTF">2018-04-02T08:27:00Z</dcterms:created>
  <dcterms:modified xsi:type="dcterms:W3CDTF">2021-08-10T13:06:00Z</dcterms:modified>
</cp:coreProperties>
</file>